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CAC" w:rsidRDefault="000B414D" w:rsidP="000B414D">
      <w:pPr>
        <w:jc w:val="center"/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 xml:space="preserve">What is </w:t>
      </w:r>
      <w:proofErr w:type="gramStart"/>
      <w:r>
        <w:rPr>
          <w:color w:val="00B0F0"/>
          <w:sz w:val="32"/>
          <w:szCs w:val="32"/>
        </w:rPr>
        <w:t>blue</w:t>
      </w:r>
      <w:proofErr w:type="gramEnd"/>
    </w:p>
    <w:p w:rsidR="000B414D" w:rsidRDefault="000B414D" w:rsidP="000B414D">
      <w:pPr>
        <w:jc w:val="center"/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>A poem by me</w:t>
      </w:r>
    </w:p>
    <w:p w:rsidR="000B414D" w:rsidRDefault="000B414D" w:rsidP="000B414D">
      <w:pPr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>Blue is the sunny sky</w:t>
      </w:r>
    </w:p>
    <w:p w:rsidR="000B414D" w:rsidRDefault="000B414D" w:rsidP="000B414D">
      <w:pPr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 xml:space="preserve">When there isn’t a </w:t>
      </w:r>
      <w:proofErr w:type="gramStart"/>
      <w:r>
        <w:rPr>
          <w:color w:val="00B0F0"/>
          <w:sz w:val="32"/>
          <w:szCs w:val="32"/>
        </w:rPr>
        <w:t>clouds</w:t>
      </w:r>
      <w:proofErr w:type="gramEnd"/>
    </w:p>
    <w:p w:rsidR="000B414D" w:rsidRDefault="000B414D" w:rsidP="000B414D">
      <w:pPr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>The loan boat in the sparkly water</w:t>
      </w:r>
    </w:p>
    <w:p w:rsidR="000B414D" w:rsidRDefault="000B414D" w:rsidP="000B414D">
      <w:pPr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>That is also blue</w:t>
      </w:r>
    </w:p>
    <w:p w:rsidR="000B414D" w:rsidRDefault="000B414D" w:rsidP="000B414D">
      <w:pPr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 xml:space="preserve">Blue is like a smuggle rubber </w:t>
      </w:r>
    </w:p>
    <w:p w:rsidR="000B414D" w:rsidRDefault="000B414D" w:rsidP="000B414D">
      <w:pPr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>That doesn’t work</w:t>
      </w:r>
    </w:p>
    <w:p w:rsidR="000B414D" w:rsidRDefault="000B414D" w:rsidP="000B414D">
      <w:pPr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>Laughter is the sound of blue</w:t>
      </w:r>
    </w:p>
    <w:p w:rsidR="000B414D" w:rsidRDefault="000B414D" w:rsidP="000B414D">
      <w:pPr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 xml:space="preserve">Blue is like the cover of a great book </w:t>
      </w:r>
    </w:p>
    <w:p w:rsidR="000B414D" w:rsidRDefault="000B414D" w:rsidP="000B414D">
      <w:pPr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>Blue is a bright Lego brick in a tall Lego tower</w:t>
      </w:r>
    </w:p>
    <w:p w:rsidR="00E14960" w:rsidRDefault="00E14960" w:rsidP="000B414D">
      <w:pPr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>It is a sour zombie chew that is blue</w:t>
      </w:r>
    </w:p>
    <w:p w:rsidR="00E14960" w:rsidRDefault="00E14960" w:rsidP="000B414D">
      <w:pPr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 xml:space="preserve">Blue is the bed that I rest my head </w:t>
      </w:r>
    </w:p>
    <w:p w:rsidR="00E14960" w:rsidRPr="000B414D" w:rsidRDefault="00E14960" w:rsidP="000B414D">
      <w:pPr>
        <w:rPr>
          <w:color w:val="00B0F0"/>
          <w:sz w:val="32"/>
          <w:szCs w:val="32"/>
        </w:rPr>
      </w:pPr>
      <w:r>
        <w:rPr>
          <w:color w:val="00B0F0"/>
          <w:sz w:val="32"/>
          <w:szCs w:val="32"/>
        </w:rPr>
        <w:t>Night night</w:t>
      </w:r>
      <w:bookmarkStart w:id="0" w:name="_GoBack"/>
      <w:bookmarkEnd w:id="0"/>
    </w:p>
    <w:sectPr w:rsidR="00E14960" w:rsidRPr="000B41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14D"/>
    <w:rsid w:val="000B414D"/>
    <w:rsid w:val="00252CAC"/>
    <w:rsid w:val="00E1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7FECAD34</Template>
  <TotalTime>13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u_wkstn0001</dc:creator>
  <cp:keywords/>
  <dc:description/>
  <cp:lastModifiedBy>u_wkstn0001</cp:lastModifiedBy>
  <cp:revision>1</cp:revision>
  <dcterms:created xsi:type="dcterms:W3CDTF">2011-05-02T00:17:00Z</dcterms:created>
  <dcterms:modified xsi:type="dcterms:W3CDTF">2011-05-02T00:30:00Z</dcterms:modified>
</cp:coreProperties>
</file>